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2F857" w14:textId="0F06F27E" w:rsidR="00BE02D5" w:rsidRDefault="00BE02D5" w:rsidP="009434A8">
      <w:pPr>
        <w:pStyle w:val="Ttulo1"/>
        <w:jc w:val="center"/>
        <w:rPr>
          <w:lang w:val="pt-BR"/>
        </w:rPr>
      </w:pPr>
      <w:r>
        <w:rPr>
          <w:rFonts w:ascii="Arial Black" w:hAnsi="Arial Black"/>
          <w:sz w:val="28"/>
          <w:szCs w:val="28"/>
          <w:lang w:val="pt-BR"/>
        </w:rPr>
        <w:t>DECLARAÇÃO DE ATIVIDADES PRESTADAS PELO ALUNO</w:t>
      </w:r>
      <w:r>
        <w:rPr>
          <w:rFonts w:ascii="Arial Black" w:hAnsi="Arial Black"/>
          <w:sz w:val="28"/>
          <w:szCs w:val="28"/>
          <w:lang w:val="pt-BR"/>
        </w:rPr>
        <w:br/>
      </w: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1E0" w:firstRow="1" w:lastRow="1" w:firstColumn="1" w:lastColumn="1" w:noHBand="0" w:noVBand="0"/>
        <w:tblCaption w:val="Tabela de conteúdo"/>
      </w:tblPr>
      <w:tblGrid>
        <w:gridCol w:w="1696"/>
        <w:gridCol w:w="5103"/>
        <w:gridCol w:w="2937"/>
      </w:tblGrid>
      <w:tr w:rsidR="007767E7" w:rsidRPr="004D7D6E" w14:paraId="1A5DE1B8" w14:textId="77777777" w:rsidTr="009434A8">
        <w:trPr>
          <w:trHeight w:val="522"/>
          <w:tblHeader/>
        </w:trPr>
        <w:tc>
          <w:tcPr>
            <w:tcW w:w="6799" w:type="dxa"/>
            <w:gridSpan w:val="2"/>
            <w:shd w:val="clear" w:color="auto" w:fill="365F91" w:themeFill="accent1" w:themeFillShade="BF"/>
            <w:vAlign w:val="center"/>
          </w:tcPr>
          <w:bookmarkStart w:id="0" w:name="_Hlk93919315"/>
          <w:p w14:paraId="57D84B5F" w14:textId="1E93559A" w:rsidR="007767E7" w:rsidRPr="004D7D6E" w:rsidRDefault="00880436" w:rsidP="009434A8">
            <w:pPr>
              <w:pStyle w:val="Ttulo2"/>
              <w:jc w:val="center"/>
              <w:rPr>
                <w:lang w:val="pt-BR"/>
              </w:rPr>
            </w:pPr>
            <w:sdt>
              <w:sdtPr>
                <w:rPr>
                  <w:lang w:val="pt-BR"/>
                </w:rPr>
                <w:id w:val="-1630548294"/>
                <w:placeholder>
                  <w:docPart w:val="C1C69D199E3945A8AAD5640B0B86B6E2"/>
                </w:placeholder>
                <w:temporary/>
                <w:showingPlcHdr/>
                <w15:appearance w15:val="hidden"/>
              </w:sdtPr>
              <w:sdtEndPr/>
              <w:sdtContent>
                <w:r w:rsidR="009434A8" w:rsidRPr="004D7D6E">
                  <w:rPr>
                    <w:lang w:val="pt-BR" w:bidi="pt-BR"/>
                  </w:rPr>
                  <w:t>Nome</w:t>
                </w:r>
              </w:sdtContent>
            </w:sdt>
            <w:r w:rsidR="009434A8">
              <w:rPr>
                <w:lang w:val="pt-BR"/>
              </w:rPr>
              <w:t xml:space="preserve"> da empresa</w:t>
            </w:r>
          </w:p>
        </w:tc>
        <w:tc>
          <w:tcPr>
            <w:tcW w:w="2937" w:type="dxa"/>
            <w:shd w:val="clear" w:color="auto" w:fill="365F91" w:themeFill="accent1" w:themeFillShade="BF"/>
            <w:vAlign w:val="center"/>
          </w:tcPr>
          <w:p w14:paraId="1FD06FCD" w14:textId="2F439292" w:rsidR="007767E7" w:rsidRPr="004D7D6E" w:rsidRDefault="009434A8" w:rsidP="009434A8">
            <w:pPr>
              <w:pStyle w:val="Ttulo2"/>
              <w:jc w:val="center"/>
              <w:rPr>
                <w:lang w:val="pt-BR"/>
              </w:rPr>
            </w:pPr>
            <w:r>
              <w:rPr>
                <w:lang w:val="pt-BR"/>
              </w:rPr>
              <w:t>CNPJ</w:t>
            </w:r>
          </w:p>
        </w:tc>
      </w:tr>
      <w:tr w:rsidR="007767E7" w:rsidRPr="004D7D6E" w14:paraId="57CA2C6E" w14:textId="77777777" w:rsidTr="001E2BD3">
        <w:trPr>
          <w:trHeight w:hRule="exact" w:val="397"/>
        </w:trPr>
        <w:tc>
          <w:tcPr>
            <w:tcW w:w="6799" w:type="dxa"/>
            <w:gridSpan w:val="2"/>
            <w:vAlign w:val="center"/>
          </w:tcPr>
          <w:p w14:paraId="1EA905F2" w14:textId="29B5672A" w:rsidR="007767E7" w:rsidRPr="004D7D6E" w:rsidRDefault="007767E7">
            <w:pPr>
              <w:pStyle w:val="Ttulo3"/>
              <w:rPr>
                <w:lang w:val="pt-BR"/>
              </w:rPr>
            </w:pPr>
          </w:p>
        </w:tc>
        <w:tc>
          <w:tcPr>
            <w:tcW w:w="2937" w:type="dxa"/>
            <w:vAlign w:val="center"/>
          </w:tcPr>
          <w:p w14:paraId="5555CDEF" w14:textId="77777777" w:rsidR="007767E7" w:rsidRPr="004D7D6E" w:rsidRDefault="007767E7">
            <w:pPr>
              <w:rPr>
                <w:lang w:val="pt-BR"/>
              </w:rPr>
            </w:pPr>
          </w:p>
        </w:tc>
      </w:tr>
      <w:tr w:rsidR="00442D97" w:rsidRPr="004D7D6E" w14:paraId="11C35255" w14:textId="77777777" w:rsidTr="001E2BD3">
        <w:trPr>
          <w:trHeight w:hRule="exact" w:val="397"/>
        </w:trPr>
        <w:tc>
          <w:tcPr>
            <w:tcW w:w="1696" w:type="dxa"/>
            <w:vAlign w:val="center"/>
          </w:tcPr>
          <w:p w14:paraId="38468D4F" w14:textId="33B3F13F" w:rsidR="00442D97" w:rsidRPr="004D7D6E" w:rsidRDefault="00442D97" w:rsidP="007074B7">
            <w:pPr>
              <w:pStyle w:val="Ttulo3"/>
              <w:jc w:val="right"/>
              <w:rPr>
                <w:lang w:val="pt-BR"/>
              </w:rPr>
            </w:pPr>
            <w:r>
              <w:rPr>
                <w:lang w:val="pt-BR"/>
              </w:rPr>
              <w:t>Endereço</w:t>
            </w:r>
          </w:p>
        </w:tc>
        <w:tc>
          <w:tcPr>
            <w:tcW w:w="8040" w:type="dxa"/>
            <w:gridSpan w:val="2"/>
            <w:vAlign w:val="center"/>
          </w:tcPr>
          <w:p w14:paraId="05A7CF2B" w14:textId="186B072E" w:rsidR="00442D97" w:rsidRPr="004D7D6E" w:rsidRDefault="00FE7F35" w:rsidP="00AE24CD">
            <w:pPr>
              <w:spacing w:before="20" w:after="20"/>
              <w:rPr>
                <w:lang w:val="pt-BR"/>
              </w:rPr>
            </w:pPr>
            <w:r w:rsidRPr="00FE7F35">
              <w:rPr>
                <w:highlight w:val="yellow"/>
                <w:lang w:val="pt-BR"/>
              </w:rPr>
              <w:t xml:space="preserve">Rua XXXXXX, nº 000, </w:t>
            </w:r>
            <w:r w:rsidR="007D6623">
              <w:rPr>
                <w:highlight w:val="yellow"/>
                <w:lang w:val="pt-BR"/>
              </w:rPr>
              <w:t xml:space="preserve">Bairro, </w:t>
            </w:r>
            <w:r w:rsidRPr="00FE7F35">
              <w:rPr>
                <w:highlight w:val="yellow"/>
                <w:lang w:val="pt-BR"/>
              </w:rPr>
              <w:t>Cidade-UF</w:t>
            </w:r>
          </w:p>
        </w:tc>
      </w:tr>
      <w:tr w:rsidR="00442D97" w:rsidRPr="004D7D6E" w14:paraId="5E23527C" w14:textId="77777777" w:rsidTr="001E2BD3">
        <w:trPr>
          <w:trHeight w:hRule="exact" w:val="397"/>
        </w:trPr>
        <w:tc>
          <w:tcPr>
            <w:tcW w:w="1696" w:type="dxa"/>
            <w:vAlign w:val="center"/>
          </w:tcPr>
          <w:p w14:paraId="63E8E1EB" w14:textId="47C891D5" w:rsidR="00442D97" w:rsidRDefault="00442D97" w:rsidP="007074B7">
            <w:pPr>
              <w:pStyle w:val="Ttulo3"/>
              <w:jc w:val="right"/>
              <w:rPr>
                <w:lang w:val="pt-BR"/>
              </w:rPr>
            </w:pPr>
            <w:r>
              <w:rPr>
                <w:lang w:val="pt-BR"/>
              </w:rPr>
              <w:t>Telefone</w:t>
            </w:r>
          </w:p>
        </w:tc>
        <w:tc>
          <w:tcPr>
            <w:tcW w:w="8040" w:type="dxa"/>
            <w:gridSpan w:val="2"/>
            <w:vAlign w:val="center"/>
          </w:tcPr>
          <w:p w14:paraId="782FD5A0" w14:textId="4E6D8505" w:rsidR="00442D97" w:rsidRPr="004D7D6E" w:rsidRDefault="00FE7F35" w:rsidP="00AE24CD">
            <w:pPr>
              <w:spacing w:before="20" w:after="20"/>
              <w:rPr>
                <w:lang w:val="pt-BR"/>
              </w:rPr>
            </w:pPr>
            <w:r w:rsidRPr="00FE7F35">
              <w:rPr>
                <w:highlight w:val="yellow"/>
                <w:lang w:val="pt-BR"/>
              </w:rPr>
              <w:t>(DDD) 000000...</w:t>
            </w:r>
          </w:p>
        </w:tc>
      </w:tr>
      <w:tr w:rsidR="007074B7" w:rsidRPr="004D7D6E" w14:paraId="35DF2CD7" w14:textId="77777777" w:rsidTr="001E2BD3">
        <w:trPr>
          <w:trHeight w:hRule="exact" w:val="397"/>
        </w:trPr>
        <w:tc>
          <w:tcPr>
            <w:tcW w:w="1696" w:type="dxa"/>
            <w:vAlign w:val="center"/>
          </w:tcPr>
          <w:p w14:paraId="64CC0BC3" w14:textId="4F519683" w:rsidR="007074B7" w:rsidRDefault="007074B7" w:rsidP="007074B7">
            <w:pPr>
              <w:pStyle w:val="Ttulo3"/>
              <w:jc w:val="right"/>
              <w:rPr>
                <w:lang w:val="pt-BR"/>
              </w:rPr>
            </w:pPr>
            <w:proofErr w:type="spellStart"/>
            <w:r>
              <w:rPr>
                <w:lang w:val="pt-BR"/>
              </w:rPr>
              <w:t>Email</w:t>
            </w:r>
            <w:proofErr w:type="spellEnd"/>
          </w:p>
        </w:tc>
        <w:tc>
          <w:tcPr>
            <w:tcW w:w="8040" w:type="dxa"/>
            <w:gridSpan w:val="2"/>
            <w:vAlign w:val="center"/>
          </w:tcPr>
          <w:p w14:paraId="02EC149B" w14:textId="023A0DA9" w:rsidR="007074B7" w:rsidRPr="004D7D6E" w:rsidRDefault="007074B7" w:rsidP="00AE24CD">
            <w:pPr>
              <w:spacing w:before="20" w:after="20"/>
              <w:rPr>
                <w:lang w:val="pt-BR"/>
              </w:rPr>
            </w:pPr>
          </w:p>
        </w:tc>
      </w:tr>
      <w:bookmarkEnd w:id="0"/>
    </w:tbl>
    <w:p w14:paraId="60A2B1C3" w14:textId="63217301" w:rsidR="002F6407" w:rsidRDefault="002F6407"/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1E0" w:firstRow="1" w:lastRow="1" w:firstColumn="1" w:lastColumn="1" w:noHBand="0" w:noVBand="0"/>
        <w:tblCaption w:val="Tabela de conteúdo"/>
      </w:tblPr>
      <w:tblGrid>
        <w:gridCol w:w="9736"/>
      </w:tblGrid>
      <w:tr w:rsidR="00A629D6" w:rsidRPr="004D7D6E" w14:paraId="41AF7963" w14:textId="77777777" w:rsidTr="002E2FD6">
        <w:trPr>
          <w:trHeight w:val="522"/>
          <w:tblHeader/>
        </w:trPr>
        <w:tc>
          <w:tcPr>
            <w:tcW w:w="9736" w:type="dxa"/>
            <w:shd w:val="clear" w:color="auto" w:fill="365F91" w:themeFill="accent1" w:themeFillShade="BF"/>
            <w:vAlign w:val="center"/>
          </w:tcPr>
          <w:p w14:paraId="47707E70" w14:textId="43856F3B" w:rsidR="00A629D6" w:rsidRPr="004D7D6E" w:rsidRDefault="00A629D6" w:rsidP="00A629D6">
            <w:pPr>
              <w:pStyle w:val="Ttulo2"/>
              <w:jc w:val="center"/>
              <w:rPr>
                <w:lang w:val="pt-BR"/>
              </w:rPr>
            </w:pPr>
            <w:r>
              <w:rPr>
                <w:lang w:val="pt-BR"/>
              </w:rPr>
              <w:t xml:space="preserve">Descrição da empresa </w:t>
            </w:r>
          </w:p>
        </w:tc>
      </w:tr>
      <w:tr w:rsidR="00A629D6" w:rsidRPr="004D7D6E" w14:paraId="099B3BDD" w14:textId="77777777" w:rsidTr="0037389F">
        <w:trPr>
          <w:trHeight w:val="720"/>
        </w:trPr>
        <w:tc>
          <w:tcPr>
            <w:tcW w:w="9736" w:type="dxa"/>
            <w:vAlign w:val="center"/>
          </w:tcPr>
          <w:p w14:paraId="049C2496" w14:textId="77777777" w:rsidR="00A629D6" w:rsidRDefault="00A629D6" w:rsidP="00853952">
            <w:pPr>
              <w:rPr>
                <w:lang w:val="pt-BR"/>
              </w:rPr>
            </w:pPr>
            <w:r w:rsidRPr="00077C3F">
              <w:rPr>
                <w:highlight w:val="yellow"/>
                <w:lang w:val="pt-BR"/>
              </w:rPr>
              <w:t>Ramo, campo de atuação, principais atividades, etc</w:t>
            </w:r>
            <w:r>
              <w:rPr>
                <w:lang w:val="pt-BR"/>
              </w:rPr>
              <w:t>.:</w:t>
            </w:r>
          </w:p>
          <w:p w14:paraId="74555B44" w14:textId="6A7DD9EC" w:rsidR="00A629D6" w:rsidRPr="004D7D6E" w:rsidRDefault="00A629D6" w:rsidP="00853952">
            <w:pPr>
              <w:rPr>
                <w:lang w:val="pt-BR"/>
              </w:rPr>
            </w:pPr>
          </w:p>
        </w:tc>
      </w:tr>
    </w:tbl>
    <w:p w14:paraId="1545E3FA" w14:textId="47B4AF83" w:rsidR="00A629D6" w:rsidRDefault="00A629D6"/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1E0" w:firstRow="1" w:lastRow="1" w:firstColumn="1" w:lastColumn="1" w:noHBand="0" w:noVBand="0"/>
        <w:tblCaption w:val="Tabela de conteúdo"/>
      </w:tblPr>
      <w:tblGrid>
        <w:gridCol w:w="4868"/>
        <w:gridCol w:w="4868"/>
      </w:tblGrid>
      <w:tr w:rsidR="00BE02D5" w:rsidRPr="004D7D6E" w14:paraId="22BB14E7" w14:textId="77777777" w:rsidTr="00853952">
        <w:trPr>
          <w:trHeight w:val="522"/>
          <w:tblHeader/>
        </w:trPr>
        <w:tc>
          <w:tcPr>
            <w:tcW w:w="9736" w:type="dxa"/>
            <w:gridSpan w:val="2"/>
            <w:shd w:val="clear" w:color="auto" w:fill="365F91" w:themeFill="accent1" w:themeFillShade="BF"/>
            <w:vAlign w:val="center"/>
          </w:tcPr>
          <w:p w14:paraId="0BE31C23" w14:textId="012A6C57" w:rsidR="00BE02D5" w:rsidRPr="004D7D6E" w:rsidRDefault="00BE02D5" w:rsidP="00853952">
            <w:pPr>
              <w:pStyle w:val="Ttulo2"/>
              <w:jc w:val="center"/>
              <w:rPr>
                <w:lang w:val="pt-BR"/>
              </w:rPr>
            </w:pPr>
            <w:r>
              <w:rPr>
                <w:lang w:val="pt-BR"/>
              </w:rPr>
              <w:t xml:space="preserve">Atividades do aluno na empresa </w:t>
            </w:r>
          </w:p>
        </w:tc>
      </w:tr>
      <w:tr w:rsidR="00BE02D5" w:rsidRPr="004D7D6E" w14:paraId="39550815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56FD45E3" w14:textId="7986A3A4" w:rsidR="00BE02D5" w:rsidRPr="00F97DA0" w:rsidRDefault="00BE02D5" w:rsidP="00F97DA0">
            <w:pPr>
              <w:jc w:val="center"/>
              <w:rPr>
                <w:b/>
                <w:bCs/>
                <w:lang w:val="pt-BR"/>
              </w:rPr>
            </w:pPr>
            <w:r w:rsidRPr="00F97DA0">
              <w:rPr>
                <w:b/>
                <w:bCs/>
                <w:lang w:val="pt-BR"/>
              </w:rPr>
              <w:t>Atividade</w:t>
            </w:r>
          </w:p>
        </w:tc>
        <w:tc>
          <w:tcPr>
            <w:tcW w:w="4868" w:type="dxa"/>
            <w:vAlign w:val="center"/>
          </w:tcPr>
          <w:p w14:paraId="41CEE5DC" w14:textId="423F3CA9" w:rsidR="00BE02D5" w:rsidRPr="00F97DA0" w:rsidRDefault="00BE02D5" w:rsidP="00F97DA0">
            <w:pPr>
              <w:jc w:val="center"/>
              <w:rPr>
                <w:b/>
                <w:bCs/>
                <w:lang w:val="pt-BR"/>
              </w:rPr>
            </w:pPr>
            <w:r w:rsidRPr="00F97DA0">
              <w:rPr>
                <w:b/>
                <w:bCs/>
                <w:lang w:val="pt-BR"/>
              </w:rPr>
              <w:t>Descrição da atividade</w:t>
            </w:r>
          </w:p>
        </w:tc>
      </w:tr>
      <w:tr w:rsidR="00BE02D5" w:rsidRPr="004D7D6E" w14:paraId="47ED2B1F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74955842" w14:textId="77777777" w:rsidR="00BE02D5" w:rsidRDefault="00BE02D5" w:rsidP="00853952">
            <w:pPr>
              <w:rPr>
                <w:lang w:val="pt-BR"/>
              </w:rPr>
            </w:pPr>
          </w:p>
        </w:tc>
        <w:tc>
          <w:tcPr>
            <w:tcW w:w="4868" w:type="dxa"/>
            <w:vAlign w:val="center"/>
          </w:tcPr>
          <w:p w14:paraId="2067C494" w14:textId="77777777" w:rsidR="00BE02D5" w:rsidRDefault="00BE02D5" w:rsidP="00853952">
            <w:pPr>
              <w:rPr>
                <w:lang w:val="pt-BR"/>
              </w:rPr>
            </w:pPr>
          </w:p>
        </w:tc>
      </w:tr>
      <w:tr w:rsidR="00BE02D5" w:rsidRPr="004D7D6E" w14:paraId="0665F98E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7E8CDB98" w14:textId="77777777" w:rsidR="00BE02D5" w:rsidRDefault="00BE02D5" w:rsidP="00853952">
            <w:pPr>
              <w:rPr>
                <w:lang w:val="pt-BR"/>
              </w:rPr>
            </w:pPr>
          </w:p>
        </w:tc>
        <w:tc>
          <w:tcPr>
            <w:tcW w:w="4868" w:type="dxa"/>
            <w:vAlign w:val="center"/>
          </w:tcPr>
          <w:p w14:paraId="7CD15991" w14:textId="77777777" w:rsidR="00BE02D5" w:rsidRDefault="00BE02D5" w:rsidP="00853952">
            <w:pPr>
              <w:rPr>
                <w:lang w:val="pt-BR"/>
              </w:rPr>
            </w:pPr>
          </w:p>
        </w:tc>
      </w:tr>
      <w:tr w:rsidR="00BE02D5" w:rsidRPr="004D7D6E" w14:paraId="72C2E69A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2525A3E1" w14:textId="77777777" w:rsidR="00BE02D5" w:rsidRDefault="00BE02D5" w:rsidP="00853952">
            <w:pPr>
              <w:rPr>
                <w:lang w:val="pt-BR"/>
              </w:rPr>
            </w:pPr>
          </w:p>
        </w:tc>
        <w:tc>
          <w:tcPr>
            <w:tcW w:w="4868" w:type="dxa"/>
            <w:vAlign w:val="center"/>
          </w:tcPr>
          <w:p w14:paraId="300CB685" w14:textId="77777777" w:rsidR="00BE02D5" w:rsidRDefault="00BE02D5" w:rsidP="00853952">
            <w:pPr>
              <w:rPr>
                <w:lang w:val="pt-BR"/>
              </w:rPr>
            </w:pPr>
          </w:p>
        </w:tc>
      </w:tr>
      <w:tr w:rsidR="00BE02D5" w:rsidRPr="004D7D6E" w14:paraId="587C0DFB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2AFBD04A" w14:textId="77777777" w:rsidR="00BE02D5" w:rsidRDefault="00BE02D5" w:rsidP="00853952">
            <w:pPr>
              <w:rPr>
                <w:lang w:val="pt-BR"/>
              </w:rPr>
            </w:pPr>
          </w:p>
        </w:tc>
        <w:tc>
          <w:tcPr>
            <w:tcW w:w="4868" w:type="dxa"/>
            <w:vAlign w:val="center"/>
          </w:tcPr>
          <w:p w14:paraId="19727EED" w14:textId="77777777" w:rsidR="00BE02D5" w:rsidRDefault="00BE02D5" w:rsidP="00853952">
            <w:pPr>
              <w:rPr>
                <w:lang w:val="pt-BR"/>
              </w:rPr>
            </w:pPr>
          </w:p>
        </w:tc>
      </w:tr>
      <w:tr w:rsidR="00BE02D5" w:rsidRPr="004D7D6E" w14:paraId="4080E1FA" w14:textId="77777777" w:rsidTr="00F97DA0">
        <w:trPr>
          <w:trHeight w:val="567"/>
        </w:trPr>
        <w:tc>
          <w:tcPr>
            <w:tcW w:w="4868" w:type="dxa"/>
            <w:vAlign w:val="center"/>
          </w:tcPr>
          <w:p w14:paraId="238C9119" w14:textId="77777777" w:rsidR="00BE02D5" w:rsidRDefault="00BE02D5" w:rsidP="00853952">
            <w:pPr>
              <w:rPr>
                <w:lang w:val="pt-BR"/>
              </w:rPr>
            </w:pPr>
          </w:p>
        </w:tc>
        <w:tc>
          <w:tcPr>
            <w:tcW w:w="4868" w:type="dxa"/>
            <w:vAlign w:val="center"/>
          </w:tcPr>
          <w:p w14:paraId="62A71FEE" w14:textId="77777777" w:rsidR="00BE02D5" w:rsidRDefault="00BE02D5" w:rsidP="00853952">
            <w:pPr>
              <w:rPr>
                <w:lang w:val="pt-BR"/>
              </w:rPr>
            </w:pPr>
          </w:p>
        </w:tc>
      </w:tr>
    </w:tbl>
    <w:p w14:paraId="79BE12C6" w14:textId="77777777" w:rsidR="00BE02D5" w:rsidRDefault="00BE02D5"/>
    <w:p w14:paraId="3ECA9E1C" w14:textId="62DCB526" w:rsidR="007767E7" w:rsidRDefault="00290C11" w:rsidP="00290C11">
      <w:pPr>
        <w:ind w:firstLine="709"/>
        <w:rPr>
          <w:lang w:val="pt-BR"/>
        </w:rPr>
      </w:pPr>
      <w:r>
        <w:rPr>
          <w:lang w:val="pt-BR"/>
        </w:rPr>
        <w:t>Declaramos</w:t>
      </w:r>
      <w:r w:rsidR="00122B5F">
        <w:rPr>
          <w:lang w:val="pt-BR"/>
        </w:rPr>
        <w:t>, para fins de equivalência de estágio,</w:t>
      </w:r>
      <w:r>
        <w:rPr>
          <w:lang w:val="pt-BR"/>
        </w:rPr>
        <w:t xml:space="preserve"> que </w:t>
      </w:r>
      <w:r w:rsidRPr="00422CE7">
        <w:rPr>
          <w:sz w:val="22"/>
          <w:szCs w:val="22"/>
          <w:highlight w:val="yellow"/>
        </w:rPr>
        <w:t>nome do</w:t>
      </w:r>
      <w:r w:rsidR="00880436">
        <w:rPr>
          <w:sz w:val="22"/>
          <w:szCs w:val="22"/>
          <w:highlight w:val="yellow"/>
        </w:rPr>
        <w:t>(a)</w:t>
      </w:r>
      <w:r>
        <w:rPr>
          <w:sz w:val="22"/>
          <w:szCs w:val="22"/>
          <w:highlight w:val="yellow"/>
        </w:rPr>
        <w:t xml:space="preserve"> ALUNO</w:t>
      </w:r>
      <w:r w:rsidR="00880436">
        <w:rPr>
          <w:sz w:val="22"/>
          <w:szCs w:val="22"/>
          <w:highlight w:val="yellow"/>
        </w:rPr>
        <w:t>(A)</w:t>
      </w:r>
      <w:r w:rsidRPr="00077C3F">
        <w:rPr>
          <w:sz w:val="22"/>
          <w:szCs w:val="22"/>
        </w:rPr>
        <w:t xml:space="preserve"> </w:t>
      </w:r>
      <w:r w:rsidR="00077C3F" w:rsidRPr="00122B5F">
        <w:rPr>
          <w:highlight w:val="yellow"/>
          <w:lang w:val="pt-BR"/>
        </w:rPr>
        <w:t>exerce</w:t>
      </w:r>
      <w:r w:rsidR="00122B5F" w:rsidRPr="00122B5F">
        <w:rPr>
          <w:highlight w:val="yellow"/>
          <w:lang w:val="pt-BR"/>
        </w:rPr>
        <w:t>/exerceu</w:t>
      </w:r>
      <w:r w:rsidR="00077C3F">
        <w:rPr>
          <w:lang w:val="pt-BR"/>
        </w:rPr>
        <w:t xml:space="preserve"> </w:t>
      </w:r>
      <w:r>
        <w:rPr>
          <w:lang w:val="pt-BR"/>
        </w:rPr>
        <w:t>as atividades descritas acima.</w:t>
      </w:r>
      <w:bookmarkStart w:id="1" w:name="_GoBack"/>
      <w:bookmarkEnd w:id="1"/>
    </w:p>
    <w:p w14:paraId="2AED3A9C" w14:textId="77777777" w:rsidR="00290C11" w:rsidRPr="004D7D6E" w:rsidRDefault="00290C11" w:rsidP="00290C11">
      <w:pPr>
        <w:ind w:firstLine="709"/>
        <w:rPr>
          <w:lang w:val="pt-BR"/>
        </w:rPr>
      </w:pPr>
    </w:p>
    <w:p w14:paraId="464641E8" w14:textId="77777777" w:rsidR="009354EB" w:rsidRPr="00122B5F" w:rsidRDefault="009354EB" w:rsidP="009354EB">
      <w:pPr>
        <w:jc w:val="right"/>
        <w:rPr>
          <w:sz w:val="22"/>
          <w:szCs w:val="22"/>
        </w:rPr>
      </w:pPr>
      <w:r w:rsidRPr="00122B5F">
        <w:rPr>
          <w:sz w:val="22"/>
          <w:szCs w:val="22"/>
          <w:highlight w:val="yellow"/>
        </w:rPr>
        <w:t>CIDADE, XX de XXXXX de 20XX</w:t>
      </w:r>
      <w:r w:rsidRPr="00122B5F">
        <w:rPr>
          <w:sz w:val="22"/>
          <w:szCs w:val="22"/>
        </w:rPr>
        <w:t>.</w:t>
      </w:r>
    </w:p>
    <w:p w14:paraId="12090077" w14:textId="7602FD23" w:rsidR="009354EB" w:rsidRPr="00122B5F" w:rsidRDefault="009354EB" w:rsidP="0088043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8"/>
        <w:gridCol w:w="4898"/>
      </w:tblGrid>
      <w:tr w:rsidR="009354EB" w:rsidRPr="00122B5F" w14:paraId="4850EF25" w14:textId="77777777" w:rsidTr="00880436">
        <w:tc>
          <w:tcPr>
            <w:tcW w:w="2487" w:type="pct"/>
          </w:tcPr>
          <w:p w14:paraId="7E639178" w14:textId="3BFCDFE6" w:rsidR="009354EB" w:rsidRPr="00122B5F" w:rsidRDefault="00880436" w:rsidP="00880436">
            <w:pPr>
              <w:jc w:val="center"/>
              <w:rPr>
                <w:sz w:val="22"/>
                <w:szCs w:val="22"/>
              </w:rPr>
            </w:pPr>
            <w:r w:rsidRPr="00122B5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C356F4" wp14:editId="578AD90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185420</wp:posOffset>
                      </wp:positionV>
                      <wp:extent cx="1600200" cy="9525"/>
                      <wp:effectExtent l="0" t="0" r="19050" b="28575"/>
                      <wp:wrapNone/>
                      <wp:docPr id="1" name="Conector re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A8172E" id="Conector reto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14.6pt" to="178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" strokecolor="#4579b8 [3044]"/>
                  </w:pict>
                </mc:Fallback>
              </mc:AlternateContent>
            </w:r>
            <w:r w:rsidRPr="00122B5F">
              <w:rPr>
                <w:sz w:val="22"/>
                <w:szCs w:val="22"/>
                <w:highlight w:val="yellow"/>
              </w:rPr>
              <w:t>assinatura</w:t>
            </w:r>
          </w:p>
          <w:p w14:paraId="0C480DAE" w14:textId="77777777" w:rsidR="00880436" w:rsidRDefault="00880436" w:rsidP="0085395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n</w:t>
            </w:r>
            <w:r w:rsidR="00290C11" w:rsidRPr="00122B5F">
              <w:rPr>
                <w:sz w:val="22"/>
                <w:szCs w:val="22"/>
                <w:highlight w:val="yellow"/>
              </w:rPr>
              <w:t>ome</w:t>
            </w:r>
            <w:r>
              <w:rPr>
                <w:sz w:val="22"/>
                <w:szCs w:val="22"/>
                <w:highlight w:val="yellow"/>
              </w:rPr>
              <w:t xml:space="preserve"> </w:t>
            </w:r>
          </w:p>
          <w:p w14:paraId="53F252FA" w14:textId="5F48F0BB" w:rsidR="009354EB" w:rsidRPr="00122B5F" w:rsidRDefault="00880436" w:rsidP="0085395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e RG</w:t>
            </w:r>
            <w:r w:rsidR="00290C11" w:rsidRPr="00122B5F">
              <w:rPr>
                <w:sz w:val="22"/>
                <w:szCs w:val="22"/>
                <w:highlight w:val="yellow"/>
              </w:rPr>
              <w:t xml:space="preserve"> do</w:t>
            </w:r>
            <w:r>
              <w:rPr>
                <w:sz w:val="22"/>
                <w:szCs w:val="22"/>
                <w:highlight w:val="yellow"/>
              </w:rPr>
              <w:t>(a)</w:t>
            </w:r>
            <w:r w:rsidR="009354EB" w:rsidRPr="00122B5F">
              <w:rPr>
                <w:sz w:val="22"/>
                <w:szCs w:val="22"/>
                <w:highlight w:val="yellow"/>
              </w:rPr>
              <w:t xml:space="preserve"> ALUNO</w:t>
            </w:r>
            <w:r>
              <w:rPr>
                <w:sz w:val="22"/>
                <w:szCs w:val="22"/>
                <w:highlight w:val="yellow"/>
              </w:rPr>
              <w:t>(A)</w:t>
            </w:r>
          </w:p>
          <w:p w14:paraId="4CD0AA4B" w14:textId="77491DBE" w:rsidR="009354EB" w:rsidRPr="00122B5F" w:rsidRDefault="009354EB" w:rsidP="00853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3" w:type="pct"/>
            <w:tcBorders>
              <w:left w:val="nil"/>
            </w:tcBorders>
          </w:tcPr>
          <w:p w14:paraId="7C21E944" w14:textId="20936F1F" w:rsidR="009354EB" w:rsidRPr="00122B5F" w:rsidRDefault="00880436" w:rsidP="00880436">
            <w:pPr>
              <w:jc w:val="center"/>
              <w:rPr>
                <w:sz w:val="22"/>
                <w:szCs w:val="22"/>
              </w:rPr>
            </w:pPr>
            <w:r w:rsidRPr="00122B5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002EC3" wp14:editId="68F155F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185420</wp:posOffset>
                      </wp:positionV>
                      <wp:extent cx="1600200" cy="9525"/>
                      <wp:effectExtent l="0" t="0" r="19050" b="28575"/>
                      <wp:wrapNone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12CAAC" id="Conector reto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14.6pt" to="179.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" strokecolor="#4a7ebb"/>
                  </w:pict>
                </mc:Fallback>
              </mc:AlternateContent>
            </w:r>
            <w:r w:rsidRPr="00122B5F">
              <w:rPr>
                <w:sz w:val="22"/>
                <w:szCs w:val="22"/>
                <w:highlight w:val="yellow"/>
              </w:rPr>
              <w:t>assinatura</w:t>
            </w:r>
            <w:r>
              <w:rPr>
                <w:rStyle w:val="Refdecomentrio"/>
              </w:rPr>
              <w:commentReference w:id="2"/>
            </w:r>
          </w:p>
          <w:p w14:paraId="3BFED6BB" w14:textId="62C26D95" w:rsidR="009354EB" w:rsidRPr="00122B5F" w:rsidRDefault="009354EB" w:rsidP="00853952">
            <w:pPr>
              <w:jc w:val="center"/>
              <w:rPr>
                <w:sz w:val="22"/>
                <w:szCs w:val="22"/>
                <w:highlight w:val="yellow"/>
              </w:rPr>
            </w:pPr>
            <w:r w:rsidRPr="00122B5F">
              <w:rPr>
                <w:sz w:val="22"/>
                <w:szCs w:val="22"/>
                <w:highlight w:val="yellow"/>
              </w:rPr>
              <w:t>EMPRESA</w:t>
            </w:r>
          </w:p>
          <w:p w14:paraId="421A453A" w14:textId="57EDF7D1" w:rsidR="009354EB" w:rsidRPr="00122B5F" w:rsidRDefault="009354EB" w:rsidP="00853952">
            <w:pPr>
              <w:jc w:val="center"/>
              <w:rPr>
                <w:sz w:val="22"/>
                <w:szCs w:val="22"/>
                <w:highlight w:val="yellow"/>
              </w:rPr>
            </w:pPr>
            <w:r w:rsidRPr="00122B5F">
              <w:rPr>
                <w:sz w:val="22"/>
                <w:szCs w:val="22"/>
                <w:highlight w:val="yellow"/>
              </w:rPr>
              <w:t>nome do</w:t>
            </w:r>
            <w:r w:rsidR="00880436">
              <w:rPr>
                <w:sz w:val="22"/>
                <w:szCs w:val="22"/>
                <w:highlight w:val="yellow"/>
              </w:rPr>
              <w:t>(a)</w:t>
            </w:r>
            <w:r w:rsidRPr="00122B5F">
              <w:rPr>
                <w:sz w:val="22"/>
                <w:szCs w:val="22"/>
                <w:highlight w:val="yellow"/>
              </w:rPr>
              <w:t xml:space="preserve"> </w:t>
            </w:r>
            <w:r w:rsidR="00122B5F">
              <w:rPr>
                <w:sz w:val="22"/>
                <w:szCs w:val="22"/>
                <w:highlight w:val="yellow"/>
              </w:rPr>
              <w:t>supervisor</w:t>
            </w:r>
            <w:r w:rsidR="00880436">
              <w:rPr>
                <w:sz w:val="22"/>
                <w:szCs w:val="22"/>
                <w:highlight w:val="yellow"/>
              </w:rPr>
              <w:t>(a)</w:t>
            </w:r>
            <w:r w:rsidRPr="00122B5F">
              <w:rPr>
                <w:sz w:val="22"/>
                <w:szCs w:val="22"/>
                <w:highlight w:val="yellow"/>
              </w:rPr>
              <w:t xml:space="preserve"> </w:t>
            </w:r>
          </w:p>
          <w:p w14:paraId="3A8095AE" w14:textId="6E023F7F" w:rsidR="009354EB" w:rsidRPr="00122B5F" w:rsidRDefault="009354EB" w:rsidP="00853952">
            <w:pPr>
              <w:jc w:val="center"/>
              <w:rPr>
                <w:sz w:val="22"/>
                <w:szCs w:val="22"/>
              </w:rPr>
            </w:pPr>
            <w:r w:rsidRPr="00122B5F">
              <w:rPr>
                <w:sz w:val="22"/>
                <w:szCs w:val="22"/>
                <w:highlight w:val="yellow"/>
              </w:rPr>
              <w:t>Cargo</w:t>
            </w:r>
            <w:r w:rsidR="00880436">
              <w:rPr>
                <w:sz w:val="22"/>
                <w:szCs w:val="22"/>
                <w:highlight w:val="yellow"/>
              </w:rPr>
              <w:t xml:space="preserve"> e</w:t>
            </w:r>
            <w:r w:rsidRPr="00122B5F">
              <w:rPr>
                <w:sz w:val="22"/>
                <w:szCs w:val="22"/>
                <w:highlight w:val="yellow"/>
              </w:rPr>
              <w:t xml:space="preserve"> RG </w:t>
            </w:r>
          </w:p>
          <w:p w14:paraId="71FB1491" w14:textId="77777777" w:rsidR="009354EB" w:rsidRPr="00122B5F" w:rsidRDefault="009354EB" w:rsidP="00853952">
            <w:pPr>
              <w:jc w:val="both"/>
              <w:rPr>
                <w:sz w:val="22"/>
                <w:szCs w:val="22"/>
              </w:rPr>
            </w:pPr>
          </w:p>
        </w:tc>
      </w:tr>
    </w:tbl>
    <w:p w14:paraId="5269A97B" w14:textId="79551BF2" w:rsidR="007767E7" w:rsidRPr="004D7D6E" w:rsidRDefault="007767E7">
      <w:pPr>
        <w:rPr>
          <w:lang w:val="pt-BR"/>
        </w:rPr>
      </w:pPr>
    </w:p>
    <w:sectPr w:rsidR="007767E7" w:rsidRPr="004D7D6E" w:rsidSect="004D7D6E">
      <w:footerReference w:type="default" r:id="rId10"/>
      <w:pgSz w:w="11906" w:h="16838" w:code="9"/>
      <w:pgMar w:top="1080" w:right="1080" w:bottom="1440" w:left="108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dministrador" w:date="2022-02-02T15:46:00Z" w:initials="A">
    <w:p w14:paraId="0A48FF4B" w14:textId="77777777" w:rsidR="00880436" w:rsidRDefault="00880436" w:rsidP="00880436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t>Reconhecer, em cartório, a assinatura do supervisor na empresa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48FF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91E4D" w16cex:dateUtc="2022-01-24T15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E85A0" w14:textId="77777777" w:rsidR="00D762C5" w:rsidRDefault="00D762C5">
      <w:pPr>
        <w:spacing w:before="0" w:after="0"/>
      </w:pPr>
      <w:r>
        <w:separator/>
      </w:r>
    </w:p>
  </w:endnote>
  <w:endnote w:type="continuationSeparator" w:id="0">
    <w:p w14:paraId="4EE080A0" w14:textId="77777777" w:rsidR="00D762C5" w:rsidRDefault="00D762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17999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F502D" w14:textId="77777777" w:rsidR="007767E7" w:rsidRDefault="00FC40A3">
        <w:pPr>
          <w:pStyle w:val="Rodap"/>
        </w:pPr>
        <w:r>
          <w:rPr>
            <w:lang w:val="pt-BR" w:bidi="pt-BR"/>
          </w:rPr>
          <w:fldChar w:fldCharType="begin"/>
        </w:r>
        <w:r>
          <w:rPr>
            <w:lang w:val="pt-BR" w:bidi="pt-BR"/>
          </w:rPr>
          <w:instrText xml:space="preserve"> PAGE   \* MERGEFORMAT </w:instrText>
        </w:r>
        <w:r>
          <w:rPr>
            <w:lang w:val="pt-BR" w:bidi="pt-BR"/>
          </w:rPr>
          <w:fldChar w:fldCharType="separate"/>
        </w:r>
        <w:r w:rsidR="00B05711">
          <w:rPr>
            <w:noProof/>
            <w:lang w:val="pt-BR" w:bidi="pt-BR"/>
          </w:rPr>
          <w:t>3</w:t>
        </w:r>
        <w:r>
          <w:rPr>
            <w:noProof/>
            <w:lang w:val="pt-BR" w:bidi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EEFC" w14:textId="77777777" w:rsidR="00D762C5" w:rsidRDefault="00D762C5">
      <w:pPr>
        <w:spacing w:before="0" w:after="0"/>
      </w:pPr>
      <w:r>
        <w:separator/>
      </w:r>
    </w:p>
  </w:footnote>
  <w:footnote w:type="continuationSeparator" w:id="0">
    <w:p w14:paraId="3FA14520" w14:textId="77777777" w:rsidR="00D762C5" w:rsidRDefault="00D762C5"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dor">
    <w15:presenceInfo w15:providerId="None" w15:userId="Administrad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4A8"/>
    <w:rsid w:val="000365E7"/>
    <w:rsid w:val="00077C3F"/>
    <w:rsid w:val="000D4684"/>
    <w:rsid w:val="00122B5F"/>
    <w:rsid w:val="001E2BD3"/>
    <w:rsid w:val="00290C11"/>
    <w:rsid w:val="002F6407"/>
    <w:rsid w:val="00365A17"/>
    <w:rsid w:val="00442D97"/>
    <w:rsid w:val="004D7D6E"/>
    <w:rsid w:val="007074B7"/>
    <w:rsid w:val="00763943"/>
    <w:rsid w:val="007767E7"/>
    <w:rsid w:val="007D6623"/>
    <w:rsid w:val="007E5C6A"/>
    <w:rsid w:val="00880436"/>
    <w:rsid w:val="009354EB"/>
    <w:rsid w:val="009434A8"/>
    <w:rsid w:val="00A629D6"/>
    <w:rsid w:val="00A722E0"/>
    <w:rsid w:val="00AE24CD"/>
    <w:rsid w:val="00B05711"/>
    <w:rsid w:val="00B47649"/>
    <w:rsid w:val="00BE02D5"/>
    <w:rsid w:val="00D762C5"/>
    <w:rsid w:val="00F97DA0"/>
    <w:rsid w:val="00FC40A3"/>
    <w:rsid w:val="00FE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1F1D4"/>
  <w15:docId w15:val="{40FEA030-D480-410F-93BE-0B9D697F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color w:val="000000" w:themeColor="text1"/>
        <w:lang w:val="pt-PT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pPr>
      <w:spacing w:after="120"/>
      <w:contextualSpacing/>
      <w:outlineLvl w:val="0"/>
    </w:pPr>
    <w:rPr>
      <w:rFonts w:asciiTheme="majorHAnsi" w:hAnsiTheme="majorHAnsi"/>
      <w:color w:val="365F91" w:themeColor="accent1" w:themeShade="BF"/>
      <w:sz w:val="36"/>
      <w:szCs w:val="44"/>
    </w:rPr>
  </w:style>
  <w:style w:type="paragraph" w:styleId="Ttulo2">
    <w:name w:val="heading 2"/>
    <w:basedOn w:val="Normal"/>
    <w:uiPriority w:val="9"/>
    <w:qFormat/>
    <w:pPr>
      <w:keepNext/>
      <w:contextualSpacing/>
      <w:outlineLvl w:val="1"/>
    </w:pPr>
    <w:rPr>
      <w:rFonts w:asciiTheme="majorHAnsi" w:hAnsiTheme="majorHAnsi"/>
      <w:b/>
      <w:bCs/>
      <w:color w:val="FFFFFF" w:themeColor="background1"/>
      <w:spacing w:val="4"/>
      <w:sz w:val="22"/>
      <w:szCs w:val="28"/>
    </w:rPr>
  </w:style>
  <w:style w:type="paragraph" w:styleId="Ttulo3">
    <w:name w:val="heading 3"/>
    <w:basedOn w:val="Normal"/>
    <w:uiPriority w:val="9"/>
    <w:qFormat/>
    <w:pPr>
      <w:outlineLvl w:val="2"/>
    </w:pPr>
    <w:rPr>
      <w:b/>
      <w:color w:val="404040" w:themeColor="text1" w:themeTint="BF"/>
    </w:rPr>
  </w:style>
  <w:style w:type="paragraph" w:styleId="Ttulo4">
    <w:name w:val="heading 4"/>
    <w:basedOn w:val="Normal"/>
    <w:link w:val="Ttulo4Char"/>
    <w:uiPriority w:val="9"/>
    <w:unhideWhenUsed/>
    <w:qFormat/>
    <w:pPr>
      <w:keepNext/>
      <w:spacing w:before="240"/>
      <w:contextualSpacing/>
      <w:outlineLvl w:val="3"/>
    </w:pPr>
    <w:rPr>
      <w:rFonts w:asciiTheme="majorHAnsi" w:eastAsiaTheme="majorEastAsia" w:hAnsiTheme="majorHAnsi"/>
      <w:b/>
      <w:color w:val="404040" w:themeColor="text1" w:themeTint="BF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hAnsiTheme="majorHAnsi"/>
      <w:color w:val="365F91" w:themeColor="accent1" w:themeShade="BF"/>
      <w:sz w:val="36"/>
      <w:szCs w:val="44"/>
    </w:rPr>
  </w:style>
  <w:style w:type="character" w:customStyle="1" w:styleId="Ttulo4Char">
    <w:name w:val="Título 4 Char"/>
    <w:basedOn w:val="Fontepargpadro"/>
    <w:link w:val="Ttulo4"/>
    <w:uiPriority w:val="9"/>
    <w:rPr>
      <w:rFonts w:asciiTheme="majorHAnsi" w:eastAsiaTheme="majorEastAsia" w:hAnsiTheme="majorHAnsi"/>
      <w:b/>
      <w:color w:val="404040" w:themeColor="text1" w:themeTint="BF"/>
      <w:sz w:val="24"/>
    </w:rPr>
  </w:style>
  <w:style w:type="table" w:styleId="Tabelacomgrade">
    <w:name w:val="Table Grid"/>
    <w:basedOn w:val="Tabelanormal"/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styleId="Rodap">
    <w:name w:val="footer"/>
    <w:basedOn w:val="Normal"/>
    <w:link w:val="RodapChar"/>
    <w:uiPriority w:val="99"/>
    <w:pPr>
      <w:spacing w:before="0" w:after="0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Cabealho">
    <w:name w:val="header"/>
    <w:basedOn w:val="Normal"/>
    <w:link w:val="CabealhoChar"/>
    <w:uiPriority w:val="99"/>
    <w:pPr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</w:style>
  <w:style w:type="character" w:styleId="Refdecomentrio">
    <w:name w:val="annotation reference"/>
    <w:basedOn w:val="Fontepargpadro"/>
    <w:uiPriority w:val="99"/>
    <w:semiHidden/>
    <w:unhideWhenUsed/>
    <w:rsid w:val="000D46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D468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D468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D468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D4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svc\AppData\Roaming\Microsoft\Templates\Itiner&#225;rio%20de%20viagem%20de%20neg&#243;cios%20com%20programa&#231;&#227;o%20de%20reuni&#245;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C69D199E3945A8AAD5640B0B86B6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DFCA67-1009-4611-A58A-4550796C8CC8}"/>
      </w:docPartPr>
      <w:docPartBody>
        <w:p w:rsidR="00CB1E36" w:rsidRDefault="00262B87" w:rsidP="00262B87">
          <w:pPr>
            <w:pStyle w:val="C1C69D199E3945A8AAD5640B0B86B6E2"/>
          </w:pPr>
          <w:r w:rsidRPr="004D7D6E">
            <w:rPr>
              <w:lang w:bidi="pt-BR"/>
            </w:rPr>
            <w:t>Nome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87"/>
    <w:rsid w:val="00262B87"/>
    <w:rsid w:val="00CB1E36"/>
    <w:rsid w:val="00D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61F58F10E404A5CBA02989801A33619">
    <w:name w:val="C61F58F10E404A5CBA02989801A33619"/>
  </w:style>
  <w:style w:type="paragraph" w:customStyle="1" w:styleId="D6A12D2672064E588360608F0E9A9E7D">
    <w:name w:val="D6A12D2672064E588360608F0E9A9E7D"/>
  </w:style>
  <w:style w:type="paragraph" w:customStyle="1" w:styleId="8D5E57A3A4D747EB9BA8FC7A8030043D">
    <w:name w:val="8D5E57A3A4D747EB9BA8FC7A8030043D"/>
  </w:style>
  <w:style w:type="paragraph" w:customStyle="1" w:styleId="B4AB1DFD662445868C052E283D643AB4">
    <w:name w:val="B4AB1DFD662445868C052E283D643AB4"/>
  </w:style>
  <w:style w:type="paragraph" w:customStyle="1" w:styleId="86720650FB404B8EB167CA38FC927B77">
    <w:name w:val="86720650FB404B8EB167CA38FC927B77"/>
  </w:style>
  <w:style w:type="paragraph" w:customStyle="1" w:styleId="2203924A4D3E4ED8A1314244660E097A">
    <w:name w:val="2203924A4D3E4ED8A1314244660E097A"/>
  </w:style>
  <w:style w:type="paragraph" w:customStyle="1" w:styleId="ED522D8012184707BB84F066BC9FA8C0">
    <w:name w:val="ED522D8012184707BB84F066BC9FA8C0"/>
  </w:style>
  <w:style w:type="paragraph" w:customStyle="1" w:styleId="3C2CD0F1FD4C4F11844AA682CA3F9F29">
    <w:name w:val="3C2CD0F1FD4C4F11844AA682CA3F9F29"/>
  </w:style>
  <w:style w:type="paragraph" w:customStyle="1" w:styleId="E36020D8C2CA4FA989E645DBFED5B65E">
    <w:name w:val="E36020D8C2CA4FA989E645DBFED5B65E"/>
  </w:style>
  <w:style w:type="paragraph" w:customStyle="1" w:styleId="50DB7674DA5F466DB17F94BF92CCEC79">
    <w:name w:val="50DB7674DA5F466DB17F94BF92CCEC79"/>
  </w:style>
  <w:style w:type="paragraph" w:customStyle="1" w:styleId="5F4605A3A84B4341AF8EBFAEC649608D">
    <w:name w:val="5F4605A3A84B4341AF8EBFAEC649608D"/>
  </w:style>
  <w:style w:type="paragraph" w:customStyle="1" w:styleId="56502B5A447446D7B188D0AE9DBBA585">
    <w:name w:val="56502B5A447446D7B188D0AE9DBBA585"/>
  </w:style>
  <w:style w:type="paragraph" w:customStyle="1" w:styleId="35031678F8804AEE8885199BBA2EE00E">
    <w:name w:val="35031678F8804AEE8885199BBA2EE00E"/>
  </w:style>
  <w:style w:type="paragraph" w:customStyle="1" w:styleId="8E52D7DAFC664980B4C508E83BEC8684">
    <w:name w:val="8E52D7DAFC664980B4C508E83BEC8684"/>
  </w:style>
  <w:style w:type="paragraph" w:customStyle="1" w:styleId="B2B90CA65B25440C90478821AB065B8D">
    <w:name w:val="B2B90CA65B25440C90478821AB065B8D"/>
  </w:style>
  <w:style w:type="paragraph" w:customStyle="1" w:styleId="335F68FD84E245B2A951E0B16FAE494C">
    <w:name w:val="335F68FD84E245B2A951E0B16FAE494C"/>
  </w:style>
  <w:style w:type="paragraph" w:customStyle="1" w:styleId="4F124DEBC50449749B54ACE0A81404D3">
    <w:name w:val="4F124DEBC50449749B54ACE0A81404D3"/>
  </w:style>
  <w:style w:type="paragraph" w:customStyle="1" w:styleId="328FE86192004C54802564AD728CE762">
    <w:name w:val="328FE86192004C54802564AD728CE762"/>
  </w:style>
  <w:style w:type="paragraph" w:customStyle="1" w:styleId="B6C66D6F58AE4F85AD0EE42009751F41">
    <w:name w:val="B6C66D6F58AE4F85AD0EE42009751F41"/>
  </w:style>
  <w:style w:type="paragraph" w:customStyle="1" w:styleId="ACEC70A388CD46A88EB1D8A49462D5E9">
    <w:name w:val="ACEC70A388CD46A88EB1D8A49462D5E9"/>
  </w:style>
  <w:style w:type="paragraph" w:customStyle="1" w:styleId="F77891B5D4564EAB8C8BF81835935BD5">
    <w:name w:val="F77891B5D4564EAB8C8BF81835935BD5"/>
  </w:style>
  <w:style w:type="paragraph" w:customStyle="1" w:styleId="A467165ADC7C4CD0A88F2225F91407E3">
    <w:name w:val="A467165ADC7C4CD0A88F2225F91407E3"/>
  </w:style>
  <w:style w:type="paragraph" w:customStyle="1" w:styleId="C158D37B68494DC494CE1AC17EC6DFD8">
    <w:name w:val="C158D37B68494DC494CE1AC17EC6DFD8"/>
  </w:style>
  <w:style w:type="paragraph" w:customStyle="1" w:styleId="A6412ABAA2C24FB8A830D25275935D6E">
    <w:name w:val="A6412ABAA2C24FB8A830D25275935D6E"/>
  </w:style>
  <w:style w:type="paragraph" w:customStyle="1" w:styleId="A62004D56A5B4AB395AFBCB9FA6EE95D">
    <w:name w:val="A62004D56A5B4AB395AFBCB9FA6EE95D"/>
  </w:style>
  <w:style w:type="paragraph" w:customStyle="1" w:styleId="1C6EF3169CC94631A714DF3A56CA8442">
    <w:name w:val="1C6EF3169CC94631A714DF3A56CA8442"/>
  </w:style>
  <w:style w:type="paragraph" w:customStyle="1" w:styleId="B576D55A446A46F5BF44458011D31D46">
    <w:name w:val="B576D55A446A46F5BF44458011D31D46"/>
  </w:style>
  <w:style w:type="paragraph" w:customStyle="1" w:styleId="925F20672181415BA944976EBD35604C">
    <w:name w:val="925F20672181415BA944976EBD35604C"/>
  </w:style>
  <w:style w:type="paragraph" w:customStyle="1" w:styleId="FC5086F49AED43DBAE985E67C60362F8">
    <w:name w:val="FC5086F49AED43DBAE985E67C60362F8"/>
  </w:style>
  <w:style w:type="paragraph" w:customStyle="1" w:styleId="5F37A46A2C3145D19E0D11982A2DC827">
    <w:name w:val="5F37A46A2C3145D19E0D11982A2DC827"/>
  </w:style>
  <w:style w:type="paragraph" w:customStyle="1" w:styleId="AD47354A6E4B42D5A61F3C1D0CC0B31A">
    <w:name w:val="AD47354A6E4B42D5A61F3C1D0CC0B31A"/>
  </w:style>
  <w:style w:type="paragraph" w:customStyle="1" w:styleId="AE71D7802DCF464685347F5BB04BF6C5">
    <w:name w:val="AE71D7802DCF464685347F5BB04BF6C5"/>
  </w:style>
  <w:style w:type="paragraph" w:customStyle="1" w:styleId="02EF547500154285B2876C4611A11FFF">
    <w:name w:val="02EF547500154285B2876C4611A11FFF"/>
  </w:style>
  <w:style w:type="paragraph" w:customStyle="1" w:styleId="7CB15308D8664851BE4FA358AE1E50D6">
    <w:name w:val="7CB15308D8664851BE4FA358AE1E50D6"/>
  </w:style>
  <w:style w:type="paragraph" w:customStyle="1" w:styleId="5EF1D1C45248494CB82B1F71FEDD73F5">
    <w:name w:val="5EF1D1C45248494CB82B1F71FEDD73F5"/>
  </w:style>
  <w:style w:type="paragraph" w:customStyle="1" w:styleId="6C7EE8D24081457E810D055AFA0F8BDF">
    <w:name w:val="6C7EE8D24081457E810D055AFA0F8BDF"/>
  </w:style>
  <w:style w:type="paragraph" w:customStyle="1" w:styleId="7BEBAB51A9D848509D97AFF08DF71CD0">
    <w:name w:val="7BEBAB51A9D848509D97AFF08DF71CD0"/>
  </w:style>
  <w:style w:type="paragraph" w:customStyle="1" w:styleId="8E1D8976986D478BAFCE460ECCECF5D0">
    <w:name w:val="8E1D8976986D478BAFCE460ECCECF5D0"/>
  </w:style>
  <w:style w:type="paragraph" w:customStyle="1" w:styleId="3C0EDFDA476345C4AFFFBD751378FF0A">
    <w:name w:val="3C0EDFDA476345C4AFFFBD751378FF0A"/>
  </w:style>
  <w:style w:type="paragraph" w:customStyle="1" w:styleId="71F070B6650F4EA29816E2EA18BAE212">
    <w:name w:val="71F070B6650F4EA29816E2EA18BAE212"/>
  </w:style>
  <w:style w:type="paragraph" w:customStyle="1" w:styleId="B477F9518D5D4E2590CBAB1627703702">
    <w:name w:val="B477F9518D5D4E2590CBAB1627703702"/>
  </w:style>
  <w:style w:type="paragraph" w:customStyle="1" w:styleId="0665DB5503244459B9DD485498D9A64A">
    <w:name w:val="0665DB5503244459B9DD485498D9A64A"/>
  </w:style>
  <w:style w:type="paragraph" w:customStyle="1" w:styleId="C40932983A0447DBAB2A421173AE059D">
    <w:name w:val="C40932983A0447DBAB2A421173AE059D"/>
  </w:style>
  <w:style w:type="paragraph" w:customStyle="1" w:styleId="AA0673E75BF141C58DA3CB78ECBE89D9">
    <w:name w:val="AA0673E75BF141C58DA3CB78ECBE89D9"/>
  </w:style>
  <w:style w:type="paragraph" w:customStyle="1" w:styleId="34514F789CD84C3DA544FCA2AB67770C">
    <w:name w:val="34514F789CD84C3DA544FCA2AB67770C"/>
  </w:style>
  <w:style w:type="paragraph" w:customStyle="1" w:styleId="FDD8CF51018C45BB900EA5ACF647F3CD">
    <w:name w:val="FDD8CF51018C45BB900EA5ACF647F3CD"/>
  </w:style>
  <w:style w:type="paragraph" w:customStyle="1" w:styleId="D8F7172704B24D60B0C1A66C936E1D8E">
    <w:name w:val="D8F7172704B24D60B0C1A66C936E1D8E"/>
  </w:style>
  <w:style w:type="paragraph" w:customStyle="1" w:styleId="F45C3F84483944DA8A7DDCEF598F2B0C">
    <w:name w:val="F45C3F84483944DA8A7DDCEF598F2B0C"/>
  </w:style>
  <w:style w:type="paragraph" w:customStyle="1" w:styleId="C1C69D199E3945A8AAD5640B0B86B6E2">
    <w:name w:val="C1C69D199E3945A8AAD5640B0B86B6E2"/>
    <w:rsid w:val="00262B87"/>
  </w:style>
  <w:style w:type="paragraph" w:customStyle="1" w:styleId="9DAF3459206C444996B37DAA5892C86C">
    <w:name w:val="9DAF3459206C444996B37DAA5892C86C"/>
    <w:rsid w:val="00262B87"/>
  </w:style>
  <w:style w:type="paragraph" w:customStyle="1" w:styleId="7A8854A80BD148A2922862DC0C0F6B3A">
    <w:name w:val="7A8854A80BD148A2922862DC0C0F6B3A"/>
    <w:rsid w:val="00262B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5064-1345-470E-9511-8B5E6C698A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0CD22-2452-468C-8B5D-EBAE906F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Itinerário de viagem de negócios com programação de reuniões</Template>
  <TotalTime>109</TotalTime>
  <Pages>1</Pages>
  <Words>76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jcsvc</dc:creator>
  <cp:keywords/>
  <cp:lastModifiedBy>Administrador</cp:lastModifiedBy>
  <cp:revision>13</cp:revision>
  <cp:lastPrinted>2003-07-10T16:26:00Z</cp:lastPrinted>
  <dcterms:created xsi:type="dcterms:W3CDTF">2022-01-24T14:36:00Z</dcterms:created>
  <dcterms:modified xsi:type="dcterms:W3CDTF">2022-02-02T18:54:00Z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TC060883621033</vt:lpwstr>
  </property>
</Properties>
</file>